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>edieningsplaat met twee ronde spoeltoetsen voor een inbouwspoelreservoir voor frontbediening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E05E37" w:rsidRDefault="009A19B2" w:rsidP="00B86FCC">
      <w:pPr>
        <w:pStyle w:val="Bulleted1"/>
        <w:rPr>
          <w:rFonts w:ascii="Arial" w:hAnsi="Arial"/>
        </w:rPr>
      </w:pPr>
      <w:bookmarkStart w:id="0" w:name="_GoBack"/>
      <w:r>
        <w:rPr>
          <w:rFonts w:ascii="Arial" w:hAnsi="Arial"/>
        </w:rPr>
        <w:t xml:space="preserve">rondom </w:t>
      </w:r>
      <w:r w:rsidR="0014584A">
        <w:rPr>
          <w:rFonts w:ascii="Arial" w:hAnsi="Arial"/>
        </w:rPr>
        <w:t>elke</w:t>
      </w:r>
      <w:r w:rsidR="00E05E37">
        <w:rPr>
          <w:rFonts w:ascii="Arial" w:hAnsi="Arial"/>
        </w:rPr>
        <w:t xml:space="preserve"> </w:t>
      </w:r>
      <w:r w:rsidR="00831B66">
        <w:rPr>
          <w:rFonts w:ascii="Arial" w:hAnsi="Arial"/>
        </w:rPr>
        <w:t>spoelt</w:t>
      </w:r>
      <w:r w:rsidR="00E05E37">
        <w:rPr>
          <w:rFonts w:ascii="Arial" w:hAnsi="Arial"/>
        </w:rPr>
        <w:t xml:space="preserve">oets </w:t>
      </w:r>
      <w:r>
        <w:rPr>
          <w:rFonts w:ascii="Arial" w:hAnsi="Arial"/>
        </w:rPr>
        <w:t>is er</w:t>
      </w:r>
      <w:r w:rsidR="00E05E37">
        <w:rPr>
          <w:rFonts w:ascii="Arial" w:hAnsi="Arial"/>
        </w:rPr>
        <w:t xml:space="preserve"> een designring van dezelfde kleur</w:t>
      </w:r>
    </w:p>
    <w:bookmarkEnd w:id="0"/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Default="00E05E37" w:rsidP="00F97930">
      <w:pPr>
        <w:pStyle w:val="Bulleted1"/>
        <w:rPr>
          <w:rFonts w:ascii="Arial" w:hAnsi="Arial"/>
        </w:rPr>
      </w:pPr>
      <w:bookmarkStart w:id="1" w:name="_Hlk35937103"/>
      <w:r>
        <w:rPr>
          <w:rFonts w:ascii="Arial" w:hAnsi="Arial"/>
        </w:rPr>
        <w:t>de bedieningsplaat, de spoeltoetsen en de designringen zijn van kunststof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831B66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831B66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3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3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047F26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831B66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926A84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CD000A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>
              <w:rPr>
                <w:noProof/>
              </w:rPr>
              <w:drawing>
                <wp:inline distT="0" distB="0" distL="0" distR="0" wp14:anchorId="37CB226B" wp14:editId="0A518460">
                  <wp:extent cx="1984375" cy="178054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8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3FAB1D4" wp14:editId="0CEAB9F4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2AE0F8A" wp14:editId="57A7058A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573A02" w:rsidRDefault="00573A02" w:rsidP="00573A0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toetsen in </w:t>
      </w:r>
      <w:r>
        <w:rPr>
          <w:rFonts w:ascii="Arial" w:hAnsi="Arial" w:cs="Arial"/>
          <w:lang w:val="nl-BE"/>
        </w:rPr>
        <w:t>glanzend wit</w:t>
      </w:r>
      <w:r w:rsidR="00B155BA">
        <w:rPr>
          <w:rFonts w:ascii="Arial" w:hAnsi="Arial" w:cs="Arial"/>
          <w:lang w:val="nl-BE"/>
        </w:rPr>
        <w:t xml:space="preserve"> met </w:t>
      </w:r>
      <w:proofErr w:type="spellStart"/>
      <w:r w:rsidR="00274E0D">
        <w:rPr>
          <w:rFonts w:ascii="Arial" w:hAnsi="Arial" w:cs="Arial"/>
          <w:lang w:val="nl-BE"/>
        </w:rPr>
        <w:t>glansverchroomde</w:t>
      </w:r>
      <w:proofErr w:type="spellEnd"/>
      <w:r w:rsidR="00B155BA">
        <w:rPr>
          <w:rFonts w:ascii="Arial" w:hAnsi="Arial" w:cs="Arial"/>
          <w:lang w:val="nl-BE"/>
        </w:rPr>
        <w:t xml:space="preserve"> designringen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,2</w:t>
      </w:r>
      <w:r>
        <w:rPr>
          <w:rFonts w:ascii="Arial" w:hAnsi="Arial" w:cs="Arial"/>
          <w:lang w:val="nl-BE"/>
        </w:rPr>
        <w:t xml:space="preserve"> cm (dikte)</w:t>
      </w:r>
    </w:p>
    <w:p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0E5167" w:rsidRPr="000E5167" w:rsidTr="00392E92">
        <w:tc>
          <w:tcPr>
            <w:tcW w:w="6091" w:type="dxa"/>
          </w:tcPr>
          <w:p w:rsidR="00113547" w:rsidRPr="000E5167" w:rsidRDefault="009E78D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Grondplaat en designringen</w:t>
            </w:r>
          </w:p>
        </w:tc>
        <w:tc>
          <w:tcPr>
            <w:tcW w:w="3935" w:type="dxa"/>
          </w:tcPr>
          <w:p w:rsidR="00113547" w:rsidRPr="000E5167" w:rsidRDefault="009E78D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Afdekplaat en toe</w:t>
            </w:r>
          </w:p>
        </w:tc>
      </w:tr>
      <w:tr w:rsidR="000E5167" w:rsidRPr="000E5167" w:rsidTr="00392E92">
        <w:tc>
          <w:tcPr>
            <w:tcW w:w="6091" w:type="dxa"/>
          </w:tcPr>
          <w:p w:rsidR="00113547" w:rsidRPr="000E5167" w:rsidRDefault="00113547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wit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113547" w:rsidRPr="000E5167" w:rsidRDefault="00113547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</w:tr>
      <w:tr w:rsidR="000E5167" w:rsidRPr="000E5167" w:rsidTr="00392E92">
        <w:tc>
          <w:tcPr>
            <w:tcW w:w="6091" w:type="dxa"/>
          </w:tcPr>
          <w:p w:rsidR="00113547" w:rsidRPr="000E5167" w:rsidRDefault="00113547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 wit</w:t>
            </w:r>
          </w:p>
        </w:tc>
        <w:tc>
          <w:tcPr>
            <w:tcW w:w="3935" w:type="dxa"/>
          </w:tcPr>
          <w:p w:rsidR="00113547" w:rsidRPr="000E5167" w:rsidRDefault="004508AD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wit mat</w:t>
            </w:r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zwart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zwart</w:t>
            </w:r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zwart mat</w:t>
            </w:r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verchroomd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wit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D60D08" w:rsidRPr="000E5167" w:rsidTr="007D29E1">
        <w:tc>
          <w:tcPr>
            <w:tcW w:w="6091" w:type="dxa"/>
          </w:tcPr>
          <w:p w:rsidR="00D60D08" w:rsidRPr="000E5167" w:rsidRDefault="00D60D0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935" w:type="dxa"/>
          </w:tcPr>
          <w:p w:rsidR="00D60D08" w:rsidRPr="000E5167" w:rsidRDefault="00D60D0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v</w:t>
            </w:r>
            <w:r w:rsidRPr="000E5167">
              <w:rPr>
                <w:rFonts w:ascii="Arial" w:hAnsi="Arial" w:cs="Arial"/>
                <w:color w:val="0070C0"/>
                <w:lang w:val="de-CH"/>
              </w:rPr>
              <w:t>erguld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zwart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glansverchroomd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  <w:tc>
          <w:tcPr>
            <w:tcW w:w="3935" w:type="dxa"/>
          </w:tcPr>
          <w:p w:rsidR="00392E92" w:rsidRPr="000E5167" w:rsidRDefault="00650C56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g</w:t>
            </w:r>
            <w:r w:rsidR="00392E92" w:rsidRPr="000E5167">
              <w:rPr>
                <w:rFonts w:ascii="Arial" w:hAnsi="Arial" w:cs="Arial"/>
                <w:color w:val="0070C0"/>
                <w:lang w:val="nl-BE"/>
              </w:rPr>
              <w:t>lansverchroomd</w:t>
            </w:r>
            <w:proofErr w:type="spellEnd"/>
          </w:p>
        </w:tc>
      </w:tr>
    </w:tbl>
    <w:p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EB76B4" w:rsidRPr="000E5167" w:rsidTr="007D29E1">
        <w:tc>
          <w:tcPr>
            <w:tcW w:w="6091" w:type="dxa"/>
          </w:tcPr>
          <w:p w:rsidR="00EB76B4" w:rsidRPr="000E5167" w:rsidRDefault="00EB76B4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</w:t>
            </w:r>
          </w:p>
        </w:tc>
        <w:tc>
          <w:tcPr>
            <w:tcW w:w="3935" w:type="dxa"/>
          </w:tcPr>
          <w:p w:rsidR="00EB76B4" w:rsidRPr="000E5167" w:rsidRDefault="00EB76B4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Toetsen en d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esignringen</w:t>
            </w:r>
          </w:p>
        </w:tc>
      </w:tr>
      <w:tr w:rsidR="00D60D08" w:rsidRPr="000E5167" w:rsidTr="007D29E1">
        <w:tc>
          <w:tcPr>
            <w:tcW w:w="6091" w:type="dxa"/>
          </w:tcPr>
          <w:p w:rsidR="00D60D08" w:rsidRPr="000E5167" w:rsidRDefault="00D60D0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935" w:type="dxa"/>
          </w:tcPr>
          <w:p w:rsidR="00D60D08" w:rsidRPr="000E5167" w:rsidRDefault="00D60D0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mat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verchroomd</w:t>
            </w:r>
            <w:proofErr w:type="spellEnd"/>
          </w:p>
        </w:tc>
      </w:tr>
    </w:tbl>
    <w:p w:rsidR="00D60D08" w:rsidRPr="00113547" w:rsidRDefault="00D60D08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5939" w:rsidRDefault="007D5939">
      <w:r>
        <w:separator/>
      </w:r>
    </w:p>
  </w:endnote>
  <w:endnote w:type="continuationSeparator" w:id="0">
    <w:p w:rsidR="007D5939" w:rsidRDefault="007D5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Default="00E43D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Default="00E43D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5939" w:rsidRDefault="007D5939">
      <w:r>
        <w:separator/>
      </w:r>
    </w:p>
  </w:footnote>
  <w:footnote w:type="continuationSeparator" w:id="0">
    <w:p w:rsidR="007D5939" w:rsidRDefault="007D5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Default="00E43D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Sigma20,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kunststof, twee spoeltoetsen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Default="00E43D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84A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5939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2A5F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F264C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3C97998-5273-4D4A-8D68-24DBB3F7A1E0}"/>
</file>

<file path=customXml/itemProps2.xml><?xml version="1.0" encoding="utf-8"?>
<ds:datastoreItem xmlns:ds="http://schemas.openxmlformats.org/officeDocument/2006/customXml" ds:itemID="{A425B2AF-99D1-4C48-9758-4C94E504DFFE}"/>
</file>

<file path=customXml/itemProps3.xml><?xml version="1.0" encoding="utf-8"?>
<ds:datastoreItem xmlns:ds="http://schemas.openxmlformats.org/officeDocument/2006/customXml" ds:itemID="{C975855F-E025-418D-8FE6-04B572E0304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202</TotalTime>
  <Pages>3</Pages>
  <Words>534</Words>
  <Characters>3048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63</cp:revision>
  <cp:lastPrinted>2011-12-15T11:32:00Z</cp:lastPrinted>
  <dcterms:created xsi:type="dcterms:W3CDTF">2020-04-28T20:32:00Z</dcterms:created>
  <dcterms:modified xsi:type="dcterms:W3CDTF">2020-05-07T13:50:00Z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